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Школьный этап олимпиады 5-6 класс</w:t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по физической культуре</w:t>
      </w:r>
    </w:p>
    <w:p w:rsidR="00ED3EA5" w:rsidRPr="00E06286" w:rsidRDefault="00ED3EA5" w:rsidP="00B21929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СОДЕРЖАНИЕ КОНКУРСНЫХ ЗАДАНИЙ</w:t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по физической культуре школьного этапа Всероссийской Олимпиады школьников</w:t>
      </w:r>
      <w:r w:rsidRPr="00E06286">
        <w:rPr>
          <w:rFonts w:ascii="Times New Roman" w:hAnsi="Times New Roman"/>
          <w:sz w:val="24"/>
          <w:szCs w:val="24"/>
        </w:rPr>
        <w:t> </w:t>
      </w:r>
      <w:r w:rsidR="00DB10F6">
        <w:rPr>
          <w:rFonts w:ascii="Times New Roman" w:hAnsi="Times New Roman"/>
          <w:b/>
          <w:bCs/>
          <w:sz w:val="24"/>
          <w:szCs w:val="24"/>
        </w:rPr>
        <w:t>2023-2024</w:t>
      </w:r>
      <w:r w:rsidRPr="00E06286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При разработке олимпиады школьников по физической культуре, в программу олимпиады были включены две группы заданий, выбранных из содержания практического и теоретико-методического разделов учебной программы по физической культуре для уч</w:t>
      </w:r>
      <w:r w:rsidR="00B9087B">
        <w:rPr>
          <w:rFonts w:ascii="Times New Roman" w:hAnsi="Times New Roman"/>
          <w:sz w:val="24"/>
          <w:szCs w:val="24"/>
        </w:rPr>
        <w:t>ащихся 1-11-го классов.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Практический раздел содержания олимпиады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Практические задания заключались в выполнении упражнений из разделов «Гимна</w:t>
      </w:r>
      <w:r w:rsidR="00A02903">
        <w:rPr>
          <w:rFonts w:ascii="Times New Roman" w:hAnsi="Times New Roman"/>
          <w:sz w:val="24"/>
          <w:szCs w:val="24"/>
        </w:rPr>
        <w:t>стика», и «Легкая атлетика</w:t>
      </w:r>
      <w:r w:rsidRPr="00E06286">
        <w:rPr>
          <w:rFonts w:ascii="Times New Roman" w:hAnsi="Times New Roman"/>
          <w:sz w:val="24"/>
          <w:szCs w:val="24"/>
        </w:rPr>
        <w:t>». Проверка подготовленности участников олимпиады по данному разделу осуществлялась в соответствии с разработанными правилами и регламентом конкурсных испытаний.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Конкурсант должен знать и уметь (практический раздел).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Гимнастика. Акробатика.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Испытания проводятся в виде выполнения акробатической комбинации, имеющей строго обязательный характер. Для выполнения упражнения участнику предоставляется только одна попытка.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Комбинация должна иметь четко выраженное начало и окончание, выполняться слитно без неоправданных пауз по прямой линии со сменой направления,  фиксация статических элементов 2секунды.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 xml:space="preserve">Судьи оценивают качество выполнения комбинации в сравнении с идеально возможным вариантом исполнения. Максимально </w:t>
      </w:r>
      <w:proofErr w:type="gramStart"/>
      <w:r w:rsidRPr="00E06286">
        <w:rPr>
          <w:rFonts w:ascii="Times New Roman" w:hAnsi="Times New Roman"/>
          <w:sz w:val="24"/>
          <w:szCs w:val="24"/>
        </w:rPr>
        <w:t>возможная</w:t>
      </w:r>
      <w:proofErr w:type="gramEnd"/>
      <w:r w:rsidRPr="00E06286">
        <w:rPr>
          <w:rFonts w:ascii="Times New Roman" w:hAnsi="Times New Roman"/>
          <w:sz w:val="24"/>
          <w:szCs w:val="24"/>
        </w:rPr>
        <w:t xml:space="preserve"> окончательная оценка-10,0 баллов.</w:t>
      </w:r>
      <w:r w:rsidRPr="00E06286">
        <w:rPr>
          <w:rFonts w:ascii="Times New Roman" w:hAnsi="Times New Roman"/>
          <w:sz w:val="24"/>
          <w:szCs w:val="24"/>
        </w:rPr>
        <w:br/>
        <w:t xml:space="preserve">В случае если участник не сумел выполнить какой - либо </w:t>
      </w:r>
      <w:proofErr w:type="gramStart"/>
      <w:r w:rsidRPr="00E06286">
        <w:rPr>
          <w:rFonts w:ascii="Times New Roman" w:hAnsi="Times New Roman"/>
          <w:sz w:val="24"/>
          <w:szCs w:val="24"/>
        </w:rPr>
        <w:t>элемент, включенный в комбинацию или заменил</w:t>
      </w:r>
      <w:proofErr w:type="gramEnd"/>
      <w:r w:rsidRPr="00E06286">
        <w:rPr>
          <w:rFonts w:ascii="Times New Roman" w:hAnsi="Times New Roman"/>
          <w:sz w:val="24"/>
          <w:szCs w:val="24"/>
        </w:rPr>
        <w:t xml:space="preserve"> его другим, оценка снижается на всю стоимость соединения.</w:t>
      </w:r>
      <w:r w:rsidRPr="00E06286">
        <w:rPr>
          <w:rFonts w:ascii="Times New Roman" w:hAnsi="Times New Roman"/>
          <w:sz w:val="24"/>
          <w:szCs w:val="24"/>
        </w:rPr>
        <w:br/>
      </w: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1929" w:rsidRDefault="00B21929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1929" w:rsidRDefault="00B21929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1929" w:rsidRDefault="00B21929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lastRenderedPageBreak/>
        <w:t>Гимнастика. Девочки и мальчики (5-е классы)</w:t>
      </w:r>
    </w:p>
    <w:tbl>
      <w:tblPr>
        <w:tblW w:w="8059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7626"/>
      </w:tblGrid>
      <w:tr w:rsidR="007E17CC" w:rsidRPr="000C6A4B" w:rsidTr="00DB10F6">
        <w:trPr>
          <w:trHeight w:val="645"/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b/>
                <w:bCs/>
                <w:sz w:val="24"/>
                <w:szCs w:val="24"/>
              </w:rPr>
              <w:t>Соединения</w:t>
            </w:r>
          </w:p>
        </w:tc>
      </w:tr>
      <w:tr w:rsidR="007E17CC" w:rsidRPr="000C6A4B" w:rsidTr="00DB10F6">
        <w:trPr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И.п. - основная стойка</w:t>
            </w:r>
          </w:p>
        </w:tc>
      </w:tr>
      <w:tr w:rsidR="007E17CC" w:rsidRPr="000C6A4B" w:rsidTr="00DB10F6">
        <w:trPr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 xml:space="preserve">Упор присев, кувырок вперед, правая нога </w:t>
            </w:r>
            <w:proofErr w:type="spellStart"/>
            <w:r w:rsidRPr="000C6A4B">
              <w:rPr>
                <w:rFonts w:ascii="Times New Roman" w:hAnsi="Times New Roman"/>
                <w:sz w:val="24"/>
                <w:szCs w:val="24"/>
              </w:rPr>
              <w:t>скрестно</w:t>
            </w:r>
            <w:proofErr w:type="spellEnd"/>
            <w:r w:rsidRPr="000C6A4B">
              <w:rPr>
                <w:rFonts w:ascii="Times New Roman" w:hAnsi="Times New Roman"/>
                <w:sz w:val="24"/>
                <w:szCs w:val="24"/>
              </w:rPr>
              <w:t xml:space="preserve"> перед </w:t>
            </w:r>
            <w:proofErr w:type="gramStart"/>
            <w:r w:rsidRPr="000C6A4B">
              <w:rPr>
                <w:rFonts w:ascii="Times New Roman" w:hAnsi="Times New Roman"/>
                <w:sz w:val="24"/>
                <w:szCs w:val="24"/>
              </w:rPr>
              <w:t>левой</w:t>
            </w:r>
            <w:proofErr w:type="gramEnd"/>
            <w:r w:rsidRPr="000C6A4B">
              <w:rPr>
                <w:rFonts w:ascii="Times New Roman" w:hAnsi="Times New Roman"/>
                <w:sz w:val="24"/>
                <w:szCs w:val="24"/>
              </w:rPr>
              <w:t>, поворот кругом в упор присев.</w:t>
            </w:r>
          </w:p>
        </w:tc>
      </w:tr>
      <w:tr w:rsidR="007E17CC" w:rsidRPr="000C6A4B" w:rsidTr="00DB10F6">
        <w:trPr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Кувырок назад в упор присев.</w:t>
            </w:r>
          </w:p>
        </w:tc>
      </w:tr>
      <w:tr w:rsidR="007E17CC" w:rsidRPr="000C6A4B" w:rsidTr="00DB10F6">
        <w:trPr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Перекат назад стойка на лопатках (держать).</w:t>
            </w:r>
          </w:p>
        </w:tc>
      </w:tr>
      <w:tr w:rsidR="007E17CC" w:rsidRPr="000C6A4B" w:rsidTr="00DB10F6">
        <w:trPr>
          <w:tblCellSpacing w:w="20" w:type="dxa"/>
        </w:trPr>
        <w:tc>
          <w:tcPr>
            <w:tcW w:w="375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4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7E17CC" w:rsidRPr="000C6A4B" w:rsidRDefault="007E17CC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Перекат вперед в упор присев, прыжок вверх.</w:t>
            </w:r>
          </w:p>
        </w:tc>
      </w:tr>
    </w:tbl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br/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Гимнастика. Девочки и мальчики. (6-е классы)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7719"/>
      </w:tblGrid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b/>
                <w:bCs/>
                <w:sz w:val="24"/>
                <w:szCs w:val="24"/>
              </w:rPr>
              <w:t>Соединения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И.п.- основная стойка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«Старт пловца» - два кувырка вперед в упор присев.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Перекат назад стойка на лопатках (держать).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«Мост» (держать), лечь на спину руки вверх.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Перекатом  вперед в упор присев.</w:t>
            </w:r>
          </w:p>
        </w:tc>
      </w:tr>
      <w:tr w:rsidR="003F269A" w:rsidRPr="000C6A4B" w:rsidTr="00DB10F6">
        <w:tc>
          <w:tcPr>
            <w:tcW w:w="327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9" w:type="dxa"/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3F269A" w:rsidRPr="000C6A4B" w:rsidRDefault="003F269A" w:rsidP="00825367">
            <w:pPr>
              <w:rPr>
                <w:rFonts w:ascii="Times New Roman" w:hAnsi="Times New Roman"/>
                <w:sz w:val="24"/>
                <w:szCs w:val="24"/>
              </w:rPr>
            </w:pPr>
            <w:r w:rsidRPr="000C6A4B">
              <w:rPr>
                <w:rFonts w:ascii="Times New Roman" w:hAnsi="Times New Roman"/>
                <w:sz w:val="24"/>
                <w:szCs w:val="24"/>
              </w:rPr>
              <w:t>Кувырок назад и прыжок вверх.</w:t>
            </w:r>
          </w:p>
        </w:tc>
      </w:tr>
    </w:tbl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</w:p>
    <w:p w:rsidR="00ED3EA5" w:rsidRDefault="00ED3EA5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10F6" w:rsidRDefault="00DB10F6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087B" w:rsidRDefault="00B9087B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17CC" w:rsidRDefault="007E17CC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17CC" w:rsidRDefault="007E17CC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lastRenderedPageBreak/>
        <w:t>Легкая атлетика. (Для 5-6-х классов)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Конкурсн</w:t>
      </w:r>
      <w:r w:rsidR="00AB7094">
        <w:rPr>
          <w:rFonts w:ascii="Times New Roman" w:hAnsi="Times New Roman"/>
          <w:sz w:val="24"/>
          <w:szCs w:val="24"/>
        </w:rPr>
        <w:t>ое испытание:</w:t>
      </w:r>
    </w:p>
    <w:p w:rsidR="00ED3EA5" w:rsidRPr="00E06286" w:rsidRDefault="00B9087B" w:rsidP="00B908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D3EA5" w:rsidRPr="00E06286">
        <w:rPr>
          <w:rFonts w:ascii="Times New Roman" w:hAnsi="Times New Roman"/>
          <w:sz w:val="24"/>
          <w:szCs w:val="24"/>
        </w:rPr>
        <w:t>Челночный бег 3*10м.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i/>
          <w:iCs/>
          <w:sz w:val="24"/>
          <w:szCs w:val="24"/>
        </w:rPr>
        <w:t>Оценка результата:</w:t>
      </w:r>
    </w:p>
    <w:p w:rsidR="00ED3EA5" w:rsidRPr="00E06286" w:rsidRDefault="00ED3EA5" w:rsidP="00ED3EA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Фиксируется время преодоления дистанции.</w:t>
      </w:r>
    </w:p>
    <w:p w:rsidR="00ED3EA5" w:rsidRPr="00E06286" w:rsidRDefault="00ED3EA5" w:rsidP="00ED3EA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Участник обязательно должен коснуться каждой линии рукой.</w:t>
      </w:r>
    </w:p>
    <w:p w:rsidR="00ED3EA5" w:rsidRPr="00E06286" w:rsidRDefault="00ED3EA5" w:rsidP="00ED3EA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Если участник не коснулся  линии, его результат не засчитывается.</w:t>
      </w:r>
    </w:p>
    <w:p w:rsidR="00ED3EA5" w:rsidRDefault="00ED3EA5" w:rsidP="00AB7094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br/>
      </w:r>
      <w:r w:rsidR="00AB7094">
        <w:rPr>
          <w:rFonts w:ascii="Times New Roman" w:hAnsi="Times New Roman"/>
          <w:sz w:val="24"/>
          <w:szCs w:val="24"/>
        </w:rPr>
        <w:t>ИТОГИ</w:t>
      </w:r>
      <w:proofErr w:type="gramStart"/>
      <w:r w:rsidR="00AB7094">
        <w:rPr>
          <w:rFonts w:ascii="Times New Roman" w:hAnsi="Times New Roman"/>
          <w:sz w:val="24"/>
          <w:szCs w:val="24"/>
        </w:rPr>
        <w:t xml:space="preserve"> </w:t>
      </w:r>
      <w:r w:rsidRPr="00E06286">
        <w:rPr>
          <w:rFonts w:ascii="Times New Roman" w:hAnsi="Times New Roman"/>
          <w:sz w:val="24"/>
          <w:szCs w:val="24"/>
        </w:rPr>
        <w:t>:</w:t>
      </w:r>
      <w:proofErr w:type="gramEnd"/>
      <w:r w:rsidRPr="00E06286">
        <w:rPr>
          <w:rFonts w:ascii="Times New Roman" w:hAnsi="Times New Roman"/>
          <w:b/>
          <w:bCs/>
          <w:sz w:val="24"/>
          <w:szCs w:val="24"/>
        </w:rPr>
        <w:t> </w:t>
      </w:r>
      <w:r w:rsidRPr="00E06286">
        <w:rPr>
          <w:rFonts w:ascii="Times New Roman" w:hAnsi="Times New Roman"/>
          <w:sz w:val="24"/>
          <w:szCs w:val="24"/>
        </w:rPr>
        <w:t xml:space="preserve">В каждом виде практических заданий </w:t>
      </w:r>
      <w:r w:rsidR="00AB7094">
        <w:rPr>
          <w:rFonts w:ascii="Times New Roman" w:hAnsi="Times New Roman"/>
          <w:sz w:val="24"/>
          <w:szCs w:val="24"/>
        </w:rPr>
        <w:t xml:space="preserve">максимальное количество баллов: </w:t>
      </w:r>
      <w:r w:rsidRPr="00E06286">
        <w:rPr>
          <w:rFonts w:ascii="Times New Roman" w:hAnsi="Times New Roman"/>
          <w:sz w:val="24"/>
          <w:szCs w:val="24"/>
        </w:rPr>
        <w:t xml:space="preserve"> гимнастика</w:t>
      </w:r>
      <w:r w:rsidR="00AB7094">
        <w:rPr>
          <w:rFonts w:ascii="Times New Roman" w:hAnsi="Times New Roman"/>
          <w:sz w:val="24"/>
          <w:szCs w:val="24"/>
        </w:rPr>
        <w:t xml:space="preserve"> - 40</w:t>
      </w:r>
      <w:r w:rsidRPr="00E06286">
        <w:rPr>
          <w:rFonts w:ascii="Times New Roman" w:hAnsi="Times New Roman"/>
          <w:sz w:val="24"/>
          <w:szCs w:val="24"/>
        </w:rPr>
        <w:t>, легкая атлетика</w:t>
      </w:r>
      <w:r w:rsidR="00AB7094">
        <w:rPr>
          <w:rFonts w:ascii="Times New Roman" w:hAnsi="Times New Roman"/>
          <w:sz w:val="24"/>
          <w:szCs w:val="24"/>
        </w:rPr>
        <w:t xml:space="preserve"> – 40.</w:t>
      </w:r>
      <w:r w:rsidRPr="00E06286">
        <w:rPr>
          <w:rFonts w:ascii="Times New Roman" w:hAnsi="Times New Roman"/>
          <w:sz w:val="24"/>
          <w:szCs w:val="24"/>
        </w:rPr>
        <w:t xml:space="preserve"> </w:t>
      </w:r>
    </w:p>
    <w:p w:rsidR="00AB7094" w:rsidRDefault="00AB7094" w:rsidP="00AB7094">
      <w:pPr>
        <w:rPr>
          <w:rFonts w:ascii="Times New Roman" w:hAnsi="Times New Roman"/>
          <w:sz w:val="24"/>
          <w:szCs w:val="24"/>
        </w:rPr>
      </w:pPr>
      <w:proofErr w:type="spellStart"/>
      <w:r w:rsidRPr="00AB7094">
        <w:rPr>
          <w:rFonts w:ascii="Times New Roman" w:hAnsi="Times New Roman"/>
          <w:sz w:val="24"/>
          <w:szCs w:val="24"/>
          <w:u w:val="single"/>
        </w:rPr>
        <w:t>Теоретико</w:t>
      </w:r>
      <w:proofErr w:type="spellEnd"/>
      <w:r w:rsidRPr="00AB7094">
        <w:rPr>
          <w:rFonts w:ascii="Times New Roman" w:hAnsi="Times New Roman"/>
          <w:sz w:val="24"/>
          <w:szCs w:val="24"/>
          <w:u w:val="single"/>
        </w:rPr>
        <w:t xml:space="preserve"> – методическое задание</w:t>
      </w:r>
      <w:r>
        <w:rPr>
          <w:rFonts w:ascii="Times New Roman" w:hAnsi="Times New Roman"/>
          <w:sz w:val="24"/>
          <w:szCs w:val="24"/>
        </w:rPr>
        <w:t xml:space="preserve"> – 20 баллов.</w:t>
      </w:r>
    </w:p>
    <w:p w:rsidR="00AB7094" w:rsidRPr="00AB7094" w:rsidRDefault="00AB7094" w:rsidP="00AB709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школьного этапа ВОШ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физической культуре – </w:t>
      </w:r>
      <w:r w:rsidRPr="00AB7094">
        <w:rPr>
          <w:rFonts w:ascii="Times New Roman" w:hAnsi="Times New Roman"/>
          <w:b/>
          <w:sz w:val="24"/>
          <w:szCs w:val="24"/>
          <w:u w:val="single"/>
        </w:rPr>
        <w:t>100 баллов</w:t>
      </w: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7094" w:rsidRDefault="00AB7094" w:rsidP="00ED3E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lastRenderedPageBreak/>
        <w:t>Теоретико-методический раздел содержания олимпиады по физической культуре (школьный этап Всероссийской олимпиады школьников)</w:t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5-6-е классы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Конкурсант должен </w:t>
      </w:r>
      <w:r w:rsidRPr="00E06286">
        <w:rPr>
          <w:rFonts w:ascii="Times New Roman" w:hAnsi="Times New Roman"/>
          <w:b/>
          <w:bCs/>
          <w:sz w:val="24"/>
          <w:szCs w:val="24"/>
        </w:rPr>
        <w:t>знать </w:t>
      </w:r>
      <w:r w:rsidRPr="00E06286">
        <w:rPr>
          <w:rFonts w:ascii="Times New Roman" w:hAnsi="Times New Roman"/>
          <w:sz w:val="24"/>
          <w:szCs w:val="24"/>
        </w:rPr>
        <w:t>содержание раздела примерной программы по физической культуре «Основы знаний о физкультурной деятельности».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Конкурсант должен </w:t>
      </w:r>
      <w:r w:rsidRPr="00E06286">
        <w:rPr>
          <w:rFonts w:ascii="Times New Roman" w:hAnsi="Times New Roman"/>
          <w:b/>
          <w:bCs/>
          <w:sz w:val="24"/>
          <w:szCs w:val="24"/>
        </w:rPr>
        <w:t>уметь </w:t>
      </w:r>
      <w:r w:rsidRPr="00E06286">
        <w:rPr>
          <w:rFonts w:ascii="Times New Roman" w:hAnsi="Times New Roman"/>
          <w:sz w:val="24"/>
          <w:szCs w:val="24"/>
        </w:rPr>
        <w:t>использовать теоретико-методические знания при организации самостоятельных занятий.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Проверка подготовленности участников олимпиады по данному разделу школьной программы осуществляется в форме тестирования и заключается в выборе правильного ответа из нескольких предложенных вариантов ответов.</w:t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Инструкция по выполнению задания Олимпиады (5-6 классы)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Вам предлагаются 20 вопросов, соответствующих требованиям к минимуму знаний по предмету «Физическая культура».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 xml:space="preserve">К каждому вопросу предложено 4 варианта ответа: а, </w:t>
      </w:r>
      <w:proofErr w:type="gramStart"/>
      <w:r w:rsidRPr="00E06286">
        <w:rPr>
          <w:rFonts w:ascii="Times New Roman" w:hAnsi="Times New Roman"/>
          <w:sz w:val="24"/>
          <w:szCs w:val="24"/>
        </w:rPr>
        <w:t>б</w:t>
      </w:r>
      <w:proofErr w:type="gramEnd"/>
      <w:r w:rsidRPr="00E06286">
        <w:rPr>
          <w:rFonts w:ascii="Times New Roman" w:hAnsi="Times New Roman"/>
          <w:sz w:val="24"/>
          <w:szCs w:val="24"/>
        </w:rPr>
        <w:t>, в, г. Среди них содержатся как правильные, так и неправильные ответы. Правильным может быть только один - тот, который наиболее полно соответствует смыслу вопроса.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 xml:space="preserve">Внимательно читайте вопросы и предлагаемые варианты ответов. Ваша задача заключается в выборе одного из четырех вариантов ответа, </w:t>
      </w:r>
      <w:proofErr w:type="gramStart"/>
      <w:r w:rsidRPr="00E06286">
        <w:rPr>
          <w:rFonts w:ascii="Times New Roman" w:hAnsi="Times New Roman"/>
          <w:sz w:val="24"/>
          <w:szCs w:val="24"/>
        </w:rPr>
        <w:t>который</w:t>
      </w:r>
      <w:proofErr w:type="gramEnd"/>
      <w:r w:rsidRPr="00E06286">
        <w:rPr>
          <w:rFonts w:ascii="Times New Roman" w:hAnsi="Times New Roman"/>
          <w:sz w:val="24"/>
          <w:szCs w:val="24"/>
        </w:rPr>
        <w:t xml:space="preserve"> по Вашему мнению, является правильным и обведите его.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Будьте внимательны, отмечая правильные ответ. Исправления и подчистки оцениваются как неправильный ответ.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Напишите свою фамилию, имя, отчество, класс в котором Вы учитесь.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 </w:t>
      </w:r>
      <w:r w:rsidRPr="00E06286">
        <w:rPr>
          <w:rFonts w:ascii="Times New Roman" w:hAnsi="Times New Roman"/>
          <w:b/>
          <w:bCs/>
          <w:sz w:val="24"/>
          <w:szCs w:val="24"/>
        </w:rPr>
        <w:t>Желаем успеха!</w:t>
      </w:r>
    </w:p>
    <w:p w:rsidR="00ED3EA5" w:rsidRPr="00E06286" w:rsidRDefault="00ED3EA5" w:rsidP="00ED3EA5">
      <w:pPr>
        <w:jc w:val="center"/>
        <w:rPr>
          <w:rFonts w:ascii="Times New Roman" w:hAnsi="Times New Roman"/>
        </w:rPr>
      </w:pPr>
      <w:r w:rsidRPr="00E06286">
        <w:rPr>
          <w:rFonts w:ascii="Times New Roman" w:hAnsi="Times New Roman"/>
          <w:sz w:val="24"/>
          <w:szCs w:val="24"/>
        </w:rPr>
        <w:br/>
      </w:r>
      <w:r w:rsidRPr="00E06286">
        <w:rPr>
          <w:rFonts w:ascii="Times New Roman" w:hAnsi="Times New Roman"/>
          <w:b/>
          <w:bCs/>
        </w:rPr>
        <w:t>Теоретико-методические задания.</w:t>
      </w:r>
    </w:p>
    <w:p w:rsidR="00ED3EA5" w:rsidRPr="00E06286" w:rsidRDefault="00ED3EA5" w:rsidP="00ED3EA5">
      <w:pPr>
        <w:jc w:val="center"/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Для учащихся 5-6-х классов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</w:t>
      </w:r>
      <w:r w:rsidRPr="00E06286">
        <w:rPr>
          <w:rFonts w:ascii="Times New Roman" w:hAnsi="Times New Roman"/>
          <w:sz w:val="24"/>
          <w:szCs w:val="24"/>
        </w:rPr>
        <w:t>. Первой ступенью закаливания организма является закаливание…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водой,</w:t>
      </w:r>
      <w:r w:rsidRPr="00E06286">
        <w:rPr>
          <w:rFonts w:ascii="Times New Roman" w:hAnsi="Times New Roman"/>
          <w:sz w:val="24"/>
          <w:szCs w:val="24"/>
        </w:rPr>
        <w:br/>
        <w:t>б) солнцем,</w:t>
      </w:r>
      <w:r w:rsidRPr="00E06286">
        <w:rPr>
          <w:rFonts w:ascii="Times New Roman" w:hAnsi="Times New Roman"/>
          <w:sz w:val="24"/>
          <w:szCs w:val="24"/>
        </w:rPr>
        <w:br/>
        <w:t>в) воздухом,</w:t>
      </w:r>
      <w:r w:rsidRPr="00E06286">
        <w:rPr>
          <w:rFonts w:ascii="Times New Roman" w:hAnsi="Times New Roman"/>
          <w:sz w:val="24"/>
          <w:szCs w:val="24"/>
        </w:rPr>
        <w:br/>
        <w:t>г) холодом.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2</w:t>
      </w:r>
      <w:r w:rsidRPr="00E06286">
        <w:rPr>
          <w:rFonts w:ascii="Times New Roman" w:hAnsi="Times New Roman"/>
          <w:sz w:val="24"/>
          <w:szCs w:val="24"/>
        </w:rPr>
        <w:t>. Умственную работу следует прерывать физкультурными паузами через каждые …мин.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25-30,</w:t>
      </w:r>
      <w:r w:rsidRPr="00E06286">
        <w:rPr>
          <w:rFonts w:ascii="Times New Roman" w:hAnsi="Times New Roman"/>
          <w:sz w:val="24"/>
          <w:szCs w:val="24"/>
        </w:rPr>
        <w:br/>
        <w:t>б) 40-45,</w:t>
      </w:r>
      <w:r w:rsidRPr="00E06286">
        <w:rPr>
          <w:rFonts w:ascii="Times New Roman" w:hAnsi="Times New Roman"/>
          <w:sz w:val="24"/>
          <w:szCs w:val="24"/>
        </w:rPr>
        <w:br/>
      </w:r>
      <w:r w:rsidRPr="00E06286">
        <w:rPr>
          <w:rFonts w:ascii="Times New Roman" w:hAnsi="Times New Roman"/>
          <w:sz w:val="24"/>
          <w:szCs w:val="24"/>
        </w:rPr>
        <w:lastRenderedPageBreak/>
        <w:t>в) 55-60,</w:t>
      </w:r>
      <w:r w:rsidRPr="00E06286">
        <w:rPr>
          <w:rFonts w:ascii="Times New Roman" w:hAnsi="Times New Roman"/>
          <w:sz w:val="24"/>
          <w:szCs w:val="24"/>
        </w:rPr>
        <w:br/>
        <w:t>г) 70-75.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3</w:t>
      </w:r>
      <w:r w:rsidRPr="00E06286">
        <w:rPr>
          <w:rFonts w:ascii="Times New Roman" w:hAnsi="Times New Roman"/>
          <w:sz w:val="24"/>
          <w:szCs w:val="24"/>
        </w:rPr>
        <w:t>. Вероятность травм при занятиях физическими упражнениями снижается, если учащиеся…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переоценивают свои возможности,</w:t>
      </w:r>
      <w:r w:rsidRPr="00E06286">
        <w:rPr>
          <w:rFonts w:ascii="Times New Roman" w:hAnsi="Times New Roman"/>
          <w:sz w:val="24"/>
          <w:szCs w:val="24"/>
        </w:rPr>
        <w:br/>
        <w:t>б) следует указаниям преподавателя,</w:t>
      </w:r>
      <w:r w:rsidRPr="00E06286">
        <w:rPr>
          <w:rFonts w:ascii="Times New Roman" w:hAnsi="Times New Roman"/>
          <w:sz w:val="24"/>
          <w:szCs w:val="24"/>
        </w:rPr>
        <w:br/>
        <w:t>в) владеют навыками выполнения движений,</w:t>
      </w:r>
      <w:r w:rsidRPr="00E06286">
        <w:rPr>
          <w:rFonts w:ascii="Times New Roman" w:hAnsi="Times New Roman"/>
          <w:sz w:val="24"/>
          <w:szCs w:val="24"/>
        </w:rPr>
        <w:br/>
        <w:t>г) не умеют владеть своими эмоциями.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4. </w:t>
      </w:r>
      <w:r w:rsidRPr="00E06286">
        <w:rPr>
          <w:rFonts w:ascii="Times New Roman" w:hAnsi="Times New Roman"/>
          <w:sz w:val="24"/>
          <w:szCs w:val="24"/>
        </w:rPr>
        <w:t>Какой вид старта применяется в беге на короткие дистанции?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высокий,</w:t>
      </w:r>
      <w:r w:rsidRPr="00E06286">
        <w:rPr>
          <w:rFonts w:ascii="Times New Roman" w:hAnsi="Times New Roman"/>
          <w:sz w:val="24"/>
          <w:szCs w:val="24"/>
        </w:rPr>
        <w:br/>
        <w:t>б) средний,</w:t>
      </w:r>
      <w:r w:rsidRPr="00E06286">
        <w:rPr>
          <w:rFonts w:ascii="Times New Roman" w:hAnsi="Times New Roman"/>
          <w:sz w:val="24"/>
          <w:szCs w:val="24"/>
        </w:rPr>
        <w:br/>
        <w:t>в) низкий,</w:t>
      </w:r>
      <w:r w:rsidRPr="00E06286">
        <w:rPr>
          <w:rFonts w:ascii="Times New Roman" w:hAnsi="Times New Roman"/>
          <w:sz w:val="24"/>
          <w:szCs w:val="24"/>
        </w:rPr>
        <w:br/>
        <w:t>г) любой.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5</w:t>
      </w:r>
      <w:r w:rsidRPr="00E06286">
        <w:rPr>
          <w:rFonts w:ascii="Times New Roman" w:hAnsi="Times New Roman"/>
          <w:sz w:val="24"/>
          <w:szCs w:val="24"/>
        </w:rPr>
        <w:t>. Сколько попыток дается участнику соревнований по прыжкам в высоту?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две попытки на каждой высоте,</w:t>
      </w:r>
      <w:r w:rsidRPr="00E06286">
        <w:rPr>
          <w:rFonts w:ascii="Times New Roman" w:hAnsi="Times New Roman"/>
          <w:sz w:val="24"/>
          <w:szCs w:val="24"/>
        </w:rPr>
        <w:br/>
        <w:t>б) три попытки на каждой высоте,</w:t>
      </w:r>
      <w:r w:rsidRPr="00E06286">
        <w:rPr>
          <w:rFonts w:ascii="Times New Roman" w:hAnsi="Times New Roman"/>
          <w:sz w:val="24"/>
          <w:szCs w:val="24"/>
        </w:rPr>
        <w:br/>
        <w:t>в) одна попытка на каждой высоте,</w:t>
      </w:r>
      <w:r w:rsidRPr="00E06286">
        <w:rPr>
          <w:rFonts w:ascii="Times New Roman" w:hAnsi="Times New Roman"/>
          <w:sz w:val="24"/>
          <w:szCs w:val="24"/>
        </w:rPr>
        <w:br/>
        <w:t>г) четыре попытки на каждой высоте.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6. </w:t>
      </w:r>
      <w:r w:rsidRPr="00E06286">
        <w:rPr>
          <w:rFonts w:ascii="Times New Roman" w:hAnsi="Times New Roman"/>
          <w:sz w:val="24"/>
          <w:szCs w:val="24"/>
        </w:rPr>
        <w:t>Какой из способов спортивного плавания самый бесшумный?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кроль на спине,</w:t>
      </w:r>
      <w:r w:rsidRPr="00E06286">
        <w:rPr>
          <w:rFonts w:ascii="Times New Roman" w:hAnsi="Times New Roman"/>
          <w:sz w:val="24"/>
          <w:szCs w:val="24"/>
        </w:rPr>
        <w:br/>
        <w:t>б) кроль на груди,</w:t>
      </w:r>
      <w:r w:rsidRPr="00E06286">
        <w:rPr>
          <w:rFonts w:ascii="Times New Roman" w:hAnsi="Times New Roman"/>
          <w:sz w:val="24"/>
          <w:szCs w:val="24"/>
        </w:rPr>
        <w:br/>
        <w:t>в) баттерфляй (дельфин),</w:t>
      </w:r>
      <w:r w:rsidRPr="00E06286">
        <w:rPr>
          <w:rFonts w:ascii="Times New Roman" w:hAnsi="Times New Roman"/>
          <w:sz w:val="24"/>
          <w:szCs w:val="24"/>
        </w:rPr>
        <w:br/>
        <w:t>г) брасс.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7</w:t>
      </w:r>
      <w:r w:rsidRPr="00E06286">
        <w:rPr>
          <w:rFonts w:ascii="Times New Roman" w:hAnsi="Times New Roman"/>
          <w:sz w:val="24"/>
          <w:szCs w:val="24"/>
        </w:rPr>
        <w:t>. Как дословно переводится слово «волейбол» с английского языка?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летающий мяч,</w:t>
      </w:r>
      <w:r w:rsidRPr="00E06286">
        <w:rPr>
          <w:rFonts w:ascii="Times New Roman" w:hAnsi="Times New Roman"/>
          <w:sz w:val="24"/>
          <w:szCs w:val="24"/>
        </w:rPr>
        <w:br/>
        <w:t>б) прыгающий мяч,</w:t>
      </w:r>
      <w:r w:rsidRPr="00E06286">
        <w:rPr>
          <w:rFonts w:ascii="Times New Roman" w:hAnsi="Times New Roman"/>
          <w:sz w:val="24"/>
          <w:szCs w:val="24"/>
        </w:rPr>
        <w:br/>
        <w:t>в) игра через сетку,</w:t>
      </w:r>
      <w:r w:rsidRPr="00E06286">
        <w:rPr>
          <w:rFonts w:ascii="Times New Roman" w:hAnsi="Times New Roman"/>
          <w:sz w:val="24"/>
          <w:szCs w:val="24"/>
        </w:rPr>
        <w:br/>
        <w:t>г) парящий мяч.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8. </w:t>
      </w:r>
      <w:r w:rsidRPr="00E06286">
        <w:rPr>
          <w:rFonts w:ascii="Times New Roman" w:hAnsi="Times New Roman"/>
          <w:sz w:val="24"/>
          <w:szCs w:val="24"/>
        </w:rPr>
        <w:t>Сколько игроков играют в волейбол на одной стороне площадки?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5,</w:t>
      </w:r>
      <w:r w:rsidRPr="00E06286">
        <w:rPr>
          <w:rFonts w:ascii="Times New Roman" w:hAnsi="Times New Roman"/>
          <w:sz w:val="24"/>
          <w:szCs w:val="24"/>
        </w:rPr>
        <w:br/>
        <w:t>б) 10,</w:t>
      </w:r>
      <w:r w:rsidRPr="00E06286">
        <w:rPr>
          <w:rFonts w:ascii="Times New Roman" w:hAnsi="Times New Roman"/>
          <w:sz w:val="24"/>
          <w:szCs w:val="24"/>
        </w:rPr>
        <w:br/>
        <w:t>в) 6,</w:t>
      </w:r>
      <w:r w:rsidRPr="00E06286">
        <w:rPr>
          <w:rFonts w:ascii="Times New Roman" w:hAnsi="Times New Roman"/>
          <w:sz w:val="24"/>
          <w:szCs w:val="24"/>
        </w:rPr>
        <w:br/>
        <w:t>г) 7.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9</w:t>
      </w:r>
      <w:r w:rsidRPr="00E06286">
        <w:rPr>
          <w:rFonts w:ascii="Times New Roman" w:hAnsi="Times New Roman"/>
          <w:sz w:val="24"/>
          <w:szCs w:val="24"/>
        </w:rPr>
        <w:t>. Какой частью тела футболист не может останавливать мяч во время игры?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головой,</w:t>
      </w:r>
      <w:r w:rsidRPr="00E06286">
        <w:rPr>
          <w:rFonts w:ascii="Times New Roman" w:hAnsi="Times New Roman"/>
          <w:sz w:val="24"/>
          <w:szCs w:val="24"/>
        </w:rPr>
        <w:br/>
        <w:t>б) ногой,</w:t>
      </w:r>
      <w:r w:rsidRPr="00E06286">
        <w:rPr>
          <w:rFonts w:ascii="Times New Roman" w:hAnsi="Times New Roman"/>
          <w:sz w:val="24"/>
          <w:szCs w:val="24"/>
        </w:rPr>
        <w:br/>
      </w:r>
      <w:r w:rsidRPr="00E06286">
        <w:rPr>
          <w:rFonts w:ascii="Times New Roman" w:hAnsi="Times New Roman"/>
          <w:sz w:val="24"/>
          <w:szCs w:val="24"/>
        </w:rPr>
        <w:lastRenderedPageBreak/>
        <w:t>в) рукой,</w:t>
      </w:r>
      <w:r w:rsidRPr="00E06286">
        <w:rPr>
          <w:rFonts w:ascii="Times New Roman" w:hAnsi="Times New Roman"/>
          <w:sz w:val="24"/>
          <w:szCs w:val="24"/>
        </w:rPr>
        <w:br/>
        <w:t>г) туловищем.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10.</w:t>
      </w:r>
      <w:r w:rsidRPr="00E06286">
        <w:rPr>
          <w:rFonts w:ascii="Times New Roman" w:hAnsi="Times New Roman"/>
          <w:sz w:val="24"/>
          <w:szCs w:val="24"/>
        </w:rPr>
        <w:t> В какой стране зародились Олимпийские игры?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в Древней Греции,</w:t>
      </w:r>
      <w:r w:rsidRPr="00E06286">
        <w:rPr>
          <w:rFonts w:ascii="Times New Roman" w:hAnsi="Times New Roman"/>
          <w:sz w:val="24"/>
          <w:szCs w:val="24"/>
        </w:rPr>
        <w:br/>
        <w:t>б) в Риме,</w:t>
      </w:r>
      <w:r w:rsidRPr="00E06286">
        <w:rPr>
          <w:rFonts w:ascii="Times New Roman" w:hAnsi="Times New Roman"/>
          <w:sz w:val="24"/>
          <w:szCs w:val="24"/>
        </w:rPr>
        <w:br/>
        <w:t>в) в Олимпии,</w:t>
      </w:r>
      <w:r w:rsidRPr="00E06286">
        <w:rPr>
          <w:rFonts w:ascii="Times New Roman" w:hAnsi="Times New Roman"/>
          <w:sz w:val="24"/>
          <w:szCs w:val="24"/>
        </w:rPr>
        <w:br/>
        <w:t>г) во Франции.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11.</w:t>
      </w:r>
      <w:r w:rsidRPr="00E06286">
        <w:rPr>
          <w:rFonts w:ascii="Times New Roman" w:hAnsi="Times New Roman"/>
          <w:sz w:val="24"/>
          <w:szCs w:val="24"/>
        </w:rPr>
        <w:t> Во время этой игры на площадке находятся две команды по 5 человек: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футбол,</w:t>
      </w:r>
      <w:r w:rsidRPr="00E06286">
        <w:rPr>
          <w:rFonts w:ascii="Times New Roman" w:hAnsi="Times New Roman"/>
          <w:sz w:val="24"/>
          <w:szCs w:val="24"/>
        </w:rPr>
        <w:br/>
        <w:t>б) волейбол,</w:t>
      </w:r>
      <w:r w:rsidRPr="00E06286">
        <w:rPr>
          <w:rFonts w:ascii="Times New Roman" w:hAnsi="Times New Roman"/>
          <w:sz w:val="24"/>
          <w:szCs w:val="24"/>
        </w:rPr>
        <w:br/>
        <w:t>в) хоккей,</w:t>
      </w:r>
      <w:r w:rsidRPr="00E06286">
        <w:rPr>
          <w:rFonts w:ascii="Times New Roman" w:hAnsi="Times New Roman"/>
          <w:sz w:val="24"/>
          <w:szCs w:val="24"/>
        </w:rPr>
        <w:br/>
        <w:t>г) баскетбол.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12. </w:t>
      </w:r>
      <w:r w:rsidRPr="00E06286">
        <w:rPr>
          <w:rFonts w:ascii="Times New Roman" w:hAnsi="Times New Roman"/>
          <w:sz w:val="24"/>
          <w:szCs w:val="24"/>
        </w:rPr>
        <w:t>Осанкой называется: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силуэт человека,</w:t>
      </w:r>
      <w:r w:rsidRPr="00E06286">
        <w:rPr>
          <w:rFonts w:ascii="Times New Roman" w:hAnsi="Times New Roman"/>
          <w:sz w:val="24"/>
          <w:szCs w:val="24"/>
        </w:rPr>
        <w:br/>
        <w:t>б) привычная поза человека в вертикальном положении,</w:t>
      </w:r>
      <w:r w:rsidRPr="00E06286">
        <w:rPr>
          <w:rFonts w:ascii="Times New Roman" w:hAnsi="Times New Roman"/>
          <w:sz w:val="24"/>
          <w:szCs w:val="24"/>
        </w:rPr>
        <w:br/>
        <w:t>в) качество позвоночника, обеспечивающее хорошее самочувствие,</w:t>
      </w:r>
      <w:r w:rsidRPr="00E06286">
        <w:rPr>
          <w:rFonts w:ascii="Times New Roman" w:hAnsi="Times New Roman"/>
          <w:sz w:val="24"/>
          <w:szCs w:val="24"/>
        </w:rPr>
        <w:br/>
        <w:t>г) пружинные характеристики позвоночника и стоп.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13. </w:t>
      </w:r>
      <w:r w:rsidRPr="00E06286">
        <w:rPr>
          <w:rFonts w:ascii="Times New Roman" w:hAnsi="Times New Roman"/>
          <w:sz w:val="24"/>
          <w:szCs w:val="24"/>
        </w:rPr>
        <w:t>Кто имел право принимать участие в Древнегреческих олимпийских играх?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только свободные греки мужчины,</w:t>
      </w:r>
      <w:r w:rsidRPr="00E06286">
        <w:rPr>
          <w:rFonts w:ascii="Times New Roman" w:hAnsi="Times New Roman"/>
          <w:sz w:val="24"/>
          <w:szCs w:val="24"/>
        </w:rPr>
        <w:br/>
        <w:t>б) греки мужчины и женщины,</w:t>
      </w:r>
      <w:r w:rsidRPr="00E06286">
        <w:rPr>
          <w:rFonts w:ascii="Times New Roman" w:hAnsi="Times New Roman"/>
          <w:sz w:val="24"/>
          <w:szCs w:val="24"/>
        </w:rPr>
        <w:br/>
        <w:t>в) только греки мужчины,</w:t>
      </w:r>
      <w:r w:rsidRPr="00E06286">
        <w:rPr>
          <w:rFonts w:ascii="Times New Roman" w:hAnsi="Times New Roman"/>
          <w:sz w:val="24"/>
          <w:szCs w:val="24"/>
        </w:rPr>
        <w:br/>
        <w:t>г) все желающие.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14</w:t>
      </w:r>
      <w:r w:rsidRPr="00E06286">
        <w:rPr>
          <w:rFonts w:ascii="Times New Roman" w:hAnsi="Times New Roman"/>
          <w:sz w:val="24"/>
          <w:szCs w:val="24"/>
        </w:rPr>
        <w:t>. Чем отличается кроссовый бег от длительного бега?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техникой бега,</w:t>
      </w:r>
      <w:r w:rsidRPr="00E06286">
        <w:rPr>
          <w:rFonts w:ascii="Times New Roman" w:hAnsi="Times New Roman"/>
          <w:sz w:val="24"/>
          <w:szCs w:val="24"/>
        </w:rPr>
        <w:br/>
        <w:t>б) скоростью бега,</w:t>
      </w:r>
      <w:r w:rsidRPr="00E06286">
        <w:rPr>
          <w:rFonts w:ascii="Times New Roman" w:hAnsi="Times New Roman"/>
          <w:sz w:val="24"/>
          <w:szCs w:val="24"/>
        </w:rPr>
        <w:br/>
        <w:t>в) местом проведения занятий,</w:t>
      </w:r>
      <w:r w:rsidRPr="00E06286">
        <w:rPr>
          <w:rFonts w:ascii="Times New Roman" w:hAnsi="Times New Roman"/>
          <w:sz w:val="24"/>
          <w:szCs w:val="24"/>
        </w:rPr>
        <w:br/>
        <w:t>г) работой рук.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15</w:t>
      </w:r>
      <w:r w:rsidRPr="00E06286">
        <w:rPr>
          <w:rFonts w:ascii="Times New Roman" w:hAnsi="Times New Roman"/>
          <w:sz w:val="24"/>
          <w:szCs w:val="24"/>
        </w:rPr>
        <w:t xml:space="preserve">. Гибкость не зависит </w:t>
      </w:r>
      <w:proofErr w:type="gramStart"/>
      <w:r w:rsidRPr="00E06286">
        <w:rPr>
          <w:rFonts w:ascii="Times New Roman" w:hAnsi="Times New Roman"/>
          <w:sz w:val="24"/>
          <w:szCs w:val="24"/>
        </w:rPr>
        <w:t>от</w:t>
      </w:r>
      <w:proofErr w:type="gramEnd"/>
      <w:r w:rsidRPr="00E06286">
        <w:rPr>
          <w:rFonts w:ascii="Times New Roman" w:hAnsi="Times New Roman"/>
          <w:sz w:val="24"/>
          <w:szCs w:val="24"/>
        </w:rPr>
        <w:t>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анатомического строения суставов,</w:t>
      </w:r>
      <w:r w:rsidRPr="00E06286">
        <w:rPr>
          <w:rFonts w:ascii="Times New Roman" w:hAnsi="Times New Roman"/>
          <w:sz w:val="24"/>
          <w:szCs w:val="24"/>
        </w:rPr>
        <w:br/>
        <w:t>б) ростовых показателей,</w:t>
      </w:r>
      <w:r w:rsidRPr="00E06286">
        <w:rPr>
          <w:rFonts w:ascii="Times New Roman" w:hAnsi="Times New Roman"/>
          <w:sz w:val="24"/>
          <w:szCs w:val="24"/>
        </w:rPr>
        <w:br/>
        <w:t>в) эластичности мышц и связок,</w:t>
      </w:r>
      <w:r w:rsidRPr="00E06286">
        <w:rPr>
          <w:rFonts w:ascii="Times New Roman" w:hAnsi="Times New Roman"/>
          <w:sz w:val="24"/>
          <w:szCs w:val="24"/>
        </w:rPr>
        <w:br/>
        <w:t>г) температуры тела.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16</w:t>
      </w:r>
      <w:r w:rsidRPr="00E06286">
        <w:rPr>
          <w:rFonts w:ascii="Times New Roman" w:hAnsi="Times New Roman"/>
          <w:sz w:val="24"/>
          <w:szCs w:val="24"/>
        </w:rPr>
        <w:t>. Приемы закаливания (Что здесь лишнее)?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солнечные ванны,</w:t>
      </w:r>
      <w:r w:rsidRPr="00E06286">
        <w:rPr>
          <w:rFonts w:ascii="Times New Roman" w:hAnsi="Times New Roman"/>
          <w:sz w:val="24"/>
          <w:szCs w:val="24"/>
        </w:rPr>
        <w:br/>
        <w:t>б) горячие ванны,</w:t>
      </w:r>
      <w:r w:rsidRPr="00E06286">
        <w:rPr>
          <w:rFonts w:ascii="Times New Roman" w:hAnsi="Times New Roman"/>
          <w:sz w:val="24"/>
          <w:szCs w:val="24"/>
        </w:rPr>
        <w:br/>
        <w:t>в) воздушные ванны,</w:t>
      </w:r>
      <w:r w:rsidRPr="00E06286">
        <w:rPr>
          <w:rFonts w:ascii="Times New Roman" w:hAnsi="Times New Roman"/>
          <w:sz w:val="24"/>
          <w:szCs w:val="24"/>
        </w:rPr>
        <w:br/>
        <w:t>г) водные процедуры,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 w:rsidRPr="00E06286">
        <w:rPr>
          <w:rFonts w:ascii="Times New Roman" w:hAnsi="Times New Roman"/>
          <w:sz w:val="24"/>
          <w:szCs w:val="24"/>
        </w:rPr>
        <w:t>. В какой спортивной игре нет вратаря?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футбол,</w:t>
      </w:r>
      <w:r w:rsidRPr="00E06286">
        <w:rPr>
          <w:rFonts w:ascii="Times New Roman" w:hAnsi="Times New Roman"/>
          <w:sz w:val="24"/>
          <w:szCs w:val="24"/>
        </w:rPr>
        <w:br/>
        <w:t>б) хоккей,</w:t>
      </w:r>
      <w:r w:rsidRPr="00E06286">
        <w:rPr>
          <w:rFonts w:ascii="Times New Roman" w:hAnsi="Times New Roman"/>
          <w:sz w:val="24"/>
          <w:szCs w:val="24"/>
        </w:rPr>
        <w:br/>
        <w:t>в) баскетбол,</w:t>
      </w:r>
      <w:r w:rsidRPr="00E06286">
        <w:rPr>
          <w:rFonts w:ascii="Times New Roman" w:hAnsi="Times New Roman"/>
          <w:sz w:val="24"/>
          <w:szCs w:val="24"/>
        </w:rPr>
        <w:br/>
        <w:t>г) водное поло.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18</w:t>
      </w:r>
      <w:r w:rsidRPr="00E06286">
        <w:rPr>
          <w:rFonts w:ascii="Times New Roman" w:hAnsi="Times New Roman"/>
          <w:sz w:val="24"/>
          <w:szCs w:val="24"/>
        </w:rPr>
        <w:t>. Виды двигательной активности, благотворно воздействующие на физическое состояние и развитие человека, принято называть: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физическим развитием,</w:t>
      </w:r>
      <w:r w:rsidRPr="00E06286">
        <w:rPr>
          <w:rFonts w:ascii="Times New Roman" w:hAnsi="Times New Roman"/>
          <w:sz w:val="24"/>
          <w:szCs w:val="24"/>
        </w:rPr>
        <w:br/>
        <w:t>б) физическими упражнениями,</w:t>
      </w:r>
      <w:r w:rsidRPr="00E06286">
        <w:rPr>
          <w:rFonts w:ascii="Times New Roman" w:hAnsi="Times New Roman"/>
          <w:sz w:val="24"/>
          <w:szCs w:val="24"/>
        </w:rPr>
        <w:br/>
        <w:t>в) физическим трудом,</w:t>
      </w:r>
      <w:r w:rsidRPr="00E06286">
        <w:rPr>
          <w:rFonts w:ascii="Times New Roman" w:hAnsi="Times New Roman"/>
          <w:sz w:val="24"/>
          <w:szCs w:val="24"/>
        </w:rPr>
        <w:br/>
        <w:t>г) физическим воспитанием.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19</w:t>
      </w:r>
      <w:r w:rsidRPr="00E06286">
        <w:rPr>
          <w:rFonts w:ascii="Times New Roman" w:hAnsi="Times New Roman"/>
          <w:sz w:val="24"/>
          <w:szCs w:val="24"/>
        </w:rPr>
        <w:t>. Каким упражнением проверить физическое качество – гибкость: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подтягивание в висе на перекладине,</w:t>
      </w:r>
      <w:r w:rsidRPr="00E06286">
        <w:rPr>
          <w:rFonts w:ascii="Times New Roman" w:hAnsi="Times New Roman"/>
          <w:sz w:val="24"/>
          <w:szCs w:val="24"/>
        </w:rPr>
        <w:br/>
        <w:t>б) прыжки в длину с места,</w:t>
      </w:r>
      <w:r w:rsidRPr="00E06286">
        <w:rPr>
          <w:rFonts w:ascii="Times New Roman" w:hAnsi="Times New Roman"/>
          <w:sz w:val="24"/>
          <w:szCs w:val="24"/>
        </w:rPr>
        <w:br/>
        <w:t>в) наклон вперед из  положения,  сидя ноги врозь,</w:t>
      </w:r>
      <w:r w:rsidRPr="00E06286">
        <w:rPr>
          <w:rFonts w:ascii="Times New Roman" w:hAnsi="Times New Roman"/>
          <w:sz w:val="24"/>
          <w:szCs w:val="24"/>
        </w:rPr>
        <w:br/>
        <w:t>г) кувырок вперед.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sz w:val="24"/>
          <w:szCs w:val="24"/>
        </w:rPr>
        <w:t>20</w:t>
      </w:r>
      <w:r w:rsidRPr="00E06286">
        <w:rPr>
          <w:rFonts w:ascii="Times New Roman" w:hAnsi="Times New Roman"/>
          <w:sz w:val="24"/>
          <w:szCs w:val="24"/>
        </w:rPr>
        <w:t>. Смысл занятий физической культурой для школьников:</w:t>
      </w:r>
    </w:p>
    <w:p w:rsidR="00ED3EA5" w:rsidRPr="00E06286" w:rsidRDefault="00ED3EA5" w:rsidP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sz w:val="24"/>
          <w:szCs w:val="24"/>
        </w:rPr>
        <w:t>а) укрепление здоровья и совершенствование физических качеств,</w:t>
      </w:r>
      <w:r w:rsidRPr="00E06286">
        <w:rPr>
          <w:rFonts w:ascii="Times New Roman" w:hAnsi="Times New Roman"/>
          <w:sz w:val="24"/>
          <w:szCs w:val="24"/>
        </w:rPr>
        <w:br/>
        <w:t>б) время</w:t>
      </w:r>
      <w:r w:rsidR="00B439A7">
        <w:rPr>
          <w:rFonts w:ascii="Times New Roman" w:hAnsi="Times New Roman"/>
          <w:sz w:val="24"/>
          <w:szCs w:val="24"/>
        </w:rPr>
        <w:t xml:space="preserve"> </w:t>
      </w:r>
      <w:r w:rsidRPr="00E06286">
        <w:rPr>
          <w:rFonts w:ascii="Times New Roman" w:hAnsi="Times New Roman"/>
          <w:sz w:val="24"/>
          <w:szCs w:val="24"/>
        </w:rPr>
        <w:t>провождение,</w:t>
      </w:r>
      <w:r w:rsidRPr="00E06286">
        <w:rPr>
          <w:rFonts w:ascii="Times New Roman" w:hAnsi="Times New Roman"/>
          <w:sz w:val="24"/>
          <w:szCs w:val="24"/>
        </w:rPr>
        <w:br/>
        <w:t>в) в обучении двигательных действий,</w:t>
      </w:r>
      <w:r w:rsidRPr="00E06286">
        <w:rPr>
          <w:rFonts w:ascii="Times New Roman" w:hAnsi="Times New Roman"/>
          <w:sz w:val="24"/>
          <w:szCs w:val="24"/>
        </w:rPr>
        <w:br/>
        <w:t>г) улучшение настроения</w:t>
      </w:r>
    </w:p>
    <w:p w:rsidR="003F269A" w:rsidRDefault="00ED3EA5">
      <w:pPr>
        <w:rPr>
          <w:rFonts w:ascii="Times New Roman" w:hAnsi="Times New Roman"/>
          <w:sz w:val="24"/>
          <w:szCs w:val="24"/>
        </w:rPr>
      </w:pPr>
      <w:r w:rsidRPr="00E06286">
        <w:rPr>
          <w:rFonts w:ascii="Times New Roman" w:hAnsi="Times New Roman"/>
          <w:b/>
          <w:bCs/>
          <w:i/>
          <w:iCs/>
          <w:sz w:val="24"/>
          <w:szCs w:val="24"/>
        </w:rPr>
        <w:t>Вы закончили выполнение заданий. Поздравляем!</w:t>
      </w:r>
    </w:p>
    <w:p w:rsidR="003F269A" w:rsidRPr="003F269A" w:rsidRDefault="003F269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F269A" w:rsidRPr="003F269A" w:rsidSect="00394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6A86"/>
    <w:multiLevelType w:val="multilevel"/>
    <w:tmpl w:val="CE36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9504B"/>
    <w:multiLevelType w:val="multilevel"/>
    <w:tmpl w:val="1374C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33635"/>
    <w:multiLevelType w:val="multilevel"/>
    <w:tmpl w:val="9C141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4A6D43"/>
    <w:multiLevelType w:val="multilevel"/>
    <w:tmpl w:val="FFC00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0F6C50"/>
    <w:multiLevelType w:val="multilevel"/>
    <w:tmpl w:val="F364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DB10F6"/>
    <w:rsid w:val="000C6A4B"/>
    <w:rsid w:val="00253FB0"/>
    <w:rsid w:val="00394F9A"/>
    <w:rsid w:val="003F269A"/>
    <w:rsid w:val="007E17CC"/>
    <w:rsid w:val="00825367"/>
    <w:rsid w:val="009D3C82"/>
    <w:rsid w:val="00A02903"/>
    <w:rsid w:val="00AB7094"/>
    <w:rsid w:val="00B21929"/>
    <w:rsid w:val="00B439A7"/>
    <w:rsid w:val="00B65E8C"/>
    <w:rsid w:val="00B9087B"/>
    <w:rsid w:val="00C7718F"/>
    <w:rsid w:val="00D3783E"/>
    <w:rsid w:val="00DB10F6"/>
    <w:rsid w:val="00ED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82;&#1086;&#1083;&#1100;&#1085;&#1099;&#1081;%20&#1101;&#1090;&#1072;&#1087;%205-6%20&#1082;&#1083;&#1072;&#1089;&#1089;%2022-23%20&#1091;&#1095;.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Школьный этап 5-6 класс 22-23 уч.год.dot</Template>
  <TotalTime>7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Майя</cp:lastModifiedBy>
  <cp:revision>3</cp:revision>
  <dcterms:created xsi:type="dcterms:W3CDTF">2023-09-21T09:35:00Z</dcterms:created>
  <dcterms:modified xsi:type="dcterms:W3CDTF">2023-10-19T13:04:00Z</dcterms:modified>
</cp:coreProperties>
</file>